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13A8B" w14:textId="044BBE6F" w:rsidR="00EB359E" w:rsidRPr="00EB359E" w:rsidRDefault="008145D7" w:rsidP="008145D7">
      <w:pPr>
        <w:jc w:val="both"/>
        <w:rPr>
          <w:i/>
          <w:color w:val="FF0000"/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0F7E49">
        <w:rPr>
          <w:szCs w:val="22"/>
        </w:rPr>
        <w:t>2</w:t>
      </w:r>
      <w:r w:rsidR="00FD76E1">
        <w:rPr>
          <w:szCs w:val="22"/>
        </w:rPr>
        <w:t xml:space="preserve"> </w:t>
      </w:r>
      <w:r>
        <w:rPr>
          <w:lang w:eastAsia="cs-CZ"/>
        </w:rPr>
        <w:t>Výzvy k podání nabídky</w:t>
      </w:r>
      <w:r w:rsidR="00D222B4">
        <w:rPr>
          <w:lang w:eastAsia="cs-CZ"/>
        </w:rPr>
        <w:t xml:space="preserve"> č.j. </w:t>
      </w:r>
      <w:r w:rsidR="005D1454">
        <w:rPr>
          <w:lang w:eastAsia="cs-CZ"/>
        </w:rPr>
        <w:t>36217</w:t>
      </w:r>
      <w:r w:rsidR="000F7E49">
        <w:rPr>
          <w:lang w:eastAsia="cs-CZ"/>
        </w:rPr>
        <w:t>/202</w:t>
      </w:r>
      <w:r w:rsidR="00C547E6">
        <w:rPr>
          <w:lang w:eastAsia="cs-CZ"/>
        </w:rPr>
        <w:t>2</w:t>
      </w:r>
      <w:r w:rsidR="000F7E49">
        <w:rPr>
          <w:lang w:eastAsia="cs-CZ"/>
        </w:rPr>
        <w:t>-SŽ-GŘ-O8</w:t>
      </w:r>
      <w:r w:rsidR="00EB359E">
        <w:rPr>
          <w:lang w:eastAsia="cs-CZ"/>
        </w:rPr>
        <w:t xml:space="preserve"> </w:t>
      </w:r>
    </w:p>
    <w:p w14:paraId="7D9FC80D" w14:textId="77777777" w:rsidR="008145D7" w:rsidRDefault="005B007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Seznam pověřujících zadavatelů</w:t>
      </w:r>
    </w:p>
    <w:p w14:paraId="75CA8797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75C0A935" w14:textId="3861130A" w:rsidR="005B0077" w:rsidRDefault="007714DA" w:rsidP="008145D7">
      <w:pPr>
        <w:spacing w:after="0" w:line="240" w:lineRule="auto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K veřejné zakázce</w:t>
      </w:r>
      <w:r w:rsidR="005B0077">
        <w:rPr>
          <w:rFonts w:eastAsia="Times New Roman" w:cs="Times New Roman"/>
          <w:lang w:eastAsia="x-none"/>
        </w:rPr>
        <w:t xml:space="preserve"> s názvem: </w:t>
      </w:r>
      <w:r w:rsidR="005B0077">
        <w:rPr>
          <w:rFonts w:eastAsia="Times New Roman" w:cs="Times New Roman"/>
          <w:b/>
          <w:lang w:eastAsia="cs-CZ"/>
        </w:rPr>
        <w:t>„Dynamický nákupní systém na dodávky komodit IT pro resort MD ČR</w:t>
      </w:r>
      <w:r w:rsidR="00C547E6">
        <w:rPr>
          <w:rFonts w:eastAsia="Times New Roman" w:cs="Times New Roman"/>
          <w:b/>
          <w:lang w:eastAsia="cs-CZ"/>
        </w:rPr>
        <w:t xml:space="preserve"> – 1</w:t>
      </w:r>
      <w:r w:rsidR="005D1454">
        <w:rPr>
          <w:rFonts w:eastAsia="Times New Roman" w:cs="Times New Roman"/>
          <w:b/>
          <w:lang w:eastAsia="cs-CZ"/>
        </w:rPr>
        <w:t>8</w:t>
      </w:r>
      <w:r w:rsidR="005B0077">
        <w:rPr>
          <w:rFonts w:eastAsia="Times New Roman" w:cs="Times New Roman"/>
          <w:b/>
          <w:lang w:eastAsia="cs-CZ"/>
        </w:rPr>
        <w:t>. kolo“</w:t>
      </w:r>
      <w:r w:rsidR="005B0077">
        <w:rPr>
          <w:rFonts w:eastAsia="Times New Roman" w:cs="Times New Roman"/>
          <w:lang w:eastAsia="cs-CZ"/>
        </w:rPr>
        <w:t xml:space="preserve">, </w:t>
      </w:r>
      <w:r w:rsidR="00D2239F">
        <w:rPr>
          <w:rFonts w:eastAsia="Times New Roman" w:cs="Times New Roman"/>
          <w:lang w:eastAsia="cs-CZ"/>
        </w:rPr>
        <w:t xml:space="preserve">č.j. </w:t>
      </w:r>
      <w:r w:rsidR="005D1454">
        <w:rPr>
          <w:rFonts w:eastAsia="Times New Roman" w:cs="Times New Roman"/>
          <w:lang w:eastAsia="cs-CZ"/>
        </w:rPr>
        <w:t>36217</w:t>
      </w:r>
      <w:r w:rsidR="00FD6D78">
        <w:rPr>
          <w:rFonts w:eastAsia="Times New Roman" w:cs="Times New Roman"/>
          <w:lang w:eastAsia="cs-CZ"/>
        </w:rPr>
        <w:t>/202</w:t>
      </w:r>
      <w:r w:rsidR="00C547E6">
        <w:rPr>
          <w:rFonts w:eastAsia="Times New Roman" w:cs="Times New Roman"/>
          <w:lang w:eastAsia="cs-CZ"/>
        </w:rPr>
        <w:t>2</w:t>
      </w:r>
      <w:r w:rsidR="005B0077" w:rsidRPr="00925FC3">
        <w:rPr>
          <w:rFonts w:eastAsia="Times New Roman" w:cs="Times New Roman"/>
          <w:lang w:eastAsia="cs-CZ"/>
        </w:rPr>
        <w:t>-SŽ-GŘ-O8.</w:t>
      </w:r>
    </w:p>
    <w:p w14:paraId="7B28521B" w14:textId="77777777" w:rsidR="005B0077" w:rsidRDefault="005B007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4E2DFC0" w14:textId="77777777" w:rsidR="005B0077" w:rsidRDefault="005B007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4421"/>
        <w:gridCol w:w="4421"/>
      </w:tblGrid>
      <w:tr w:rsidR="005B0077" w14:paraId="594DE5E8" w14:textId="77777777" w:rsidTr="005B00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EAEB207" w14:textId="77777777" w:rsidR="005B0077" w:rsidRPr="005B0077" w:rsidRDefault="0006664B" w:rsidP="008145D7">
            <w:pPr>
              <w:rPr>
                <w:rFonts w:eastAsia="Times New Roman" w:cs="Times New Roman"/>
                <w:b/>
                <w:lang w:eastAsia="cs-CZ"/>
              </w:rPr>
            </w:pPr>
            <w:r>
              <w:rPr>
                <w:rFonts w:eastAsia="Times New Roman" w:cs="Times New Roman"/>
                <w:b/>
                <w:lang w:eastAsia="cs-CZ"/>
              </w:rPr>
              <w:t>Centrální</w:t>
            </w:r>
            <w:r w:rsidR="005B0077" w:rsidRPr="005B0077">
              <w:rPr>
                <w:rFonts w:eastAsia="Times New Roman" w:cs="Times New Roman"/>
                <w:b/>
                <w:lang w:eastAsia="cs-CZ"/>
              </w:rPr>
              <w:t xml:space="preserve"> zadavatel:</w:t>
            </w:r>
          </w:p>
        </w:tc>
        <w:tc>
          <w:tcPr>
            <w:tcW w:w="44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EF071E3" w14:textId="77777777" w:rsidR="005B0077" w:rsidRPr="005B0077" w:rsidRDefault="002D02C2" w:rsidP="007C27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>
              <w:rPr>
                <w:rFonts w:eastAsia="Times New Roman" w:cs="Times New Roman"/>
                <w:b/>
                <w:lang w:eastAsia="cs-CZ"/>
              </w:rPr>
              <w:t xml:space="preserve">Správa železnic, </w:t>
            </w:r>
            <w:proofErr w:type="spellStart"/>
            <w:r>
              <w:rPr>
                <w:rFonts w:eastAsia="Times New Roman" w:cs="Times New Roman"/>
                <w:b/>
                <w:lang w:eastAsia="cs-CZ"/>
              </w:rPr>
              <w:t>s.o</w:t>
            </w:r>
            <w:proofErr w:type="spellEnd"/>
            <w:r>
              <w:rPr>
                <w:rFonts w:eastAsia="Times New Roman" w:cs="Times New Roman"/>
                <w:b/>
                <w:lang w:eastAsia="cs-CZ"/>
              </w:rPr>
              <w:t>.</w:t>
            </w:r>
          </w:p>
        </w:tc>
      </w:tr>
      <w:tr w:rsidR="005B0077" w14:paraId="205B3587" w14:textId="77777777" w:rsidTr="005B00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1C79EA52" w14:textId="77777777" w:rsidR="005B0077" w:rsidRPr="005B0077" w:rsidRDefault="005B0077" w:rsidP="008145D7">
            <w:pPr>
              <w:rPr>
                <w:rFonts w:eastAsia="Times New Roman" w:cs="Times New Roman"/>
                <w:b/>
                <w:lang w:eastAsia="cs-CZ"/>
              </w:rPr>
            </w:pPr>
            <w:r w:rsidRPr="005B0077">
              <w:rPr>
                <w:rFonts w:eastAsia="Times New Roman" w:cs="Times New Roman"/>
                <w:b/>
                <w:lang w:eastAsia="cs-CZ"/>
              </w:rPr>
              <w:t>Sídlo:</w:t>
            </w:r>
          </w:p>
        </w:tc>
        <w:tc>
          <w:tcPr>
            <w:tcW w:w="4421" w:type="dxa"/>
          </w:tcPr>
          <w:p w14:paraId="0C1F1AFE" w14:textId="77777777" w:rsidR="005B0077" w:rsidRDefault="002D02C2" w:rsidP="00814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Dlážděná 1003/7, 110 00 Praha 1</w:t>
            </w:r>
          </w:p>
        </w:tc>
      </w:tr>
      <w:tr w:rsidR="005B0077" w14:paraId="7D4E57BD" w14:textId="77777777" w:rsidTr="005B00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62138CF" w14:textId="77777777" w:rsidR="005B0077" w:rsidRPr="005B0077" w:rsidRDefault="005B0077" w:rsidP="008145D7">
            <w:pPr>
              <w:rPr>
                <w:rFonts w:eastAsia="Times New Roman" w:cs="Times New Roman"/>
                <w:b/>
                <w:lang w:eastAsia="cs-CZ"/>
              </w:rPr>
            </w:pPr>
            <w:r w:rsidRPr="005B0077">
              <w:rPr>
                <w:rFonts w:eastAsia="Times New Roman" w:cs="Times New Roman"/>
                <w:b/>
                <w:lang w:eastAsia="cs-CZ"/>
              </w:rPr>
              <w:t>IČO:</w:t>
            </w:r>
          </w:p>
        </w:tc>
        <w:tc>
          <w:tcPr>
            <w:tcW w:w="4421" w:type="dxa"/>
          </w:tcPr>
          <w:p w14:paraId="238D42F4" w14:textId="77777777" w:rsidR="005B0077" w:rsidRDefault="002D02C2" w:rsidP="004B2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70994234</w:t>
            </w:r>
          </w:p>
        </w:tc>
      </w:tr>
    </w:tbl>
    <w:p w14:paraId="4188EA57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3C92EF09" w14:textId="77777777" w:rsidR="00C547E6" w:rsidRDefault="00C547E6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31ACA4E" w14:textId="77777777" w:rsidR="00FD6D78" w:rsidRDefault="00FD6D78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75CFECB2" w14:textId="77777777" w:rsidR="00FD6D78" w:rsidRDefault="00FD6D78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64FC780A" w14:textId="77777777" w:rsidR="00EF5A2E" w:rsidRDefault="00EF5A2E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49602B5" w14:textId="77777777" w:rsidR="001C5F35" w:rsidRDefault="001C5F35" w:rsidP="008145D7">
      <w:pPr>
        <w:spacing w:after="0" w:line="240" w:lineRule="auto"/>
        <w:rPr>
          <w:rFonts w:eastAsia="Times New Roman" w:cs="Times New Roman"/>
          <w:lang w:eastAsia="cs-CZ"/>
        </w:rPr>
      </w:pPr>
    </w:p>
    <w:sectPr w:rsidR="001C5F35" w:rsidSect="005B007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088E2" w14:textId="77777777" w:rsidR="00EF4C10" w:rsidRDefault="00EF4C10" w:rsidP="00962258">
      <w:pPr>
        <w:spacing w:after="0" w:line="240" w:lineRule="auto"/>
      </w:pPr>
      <w:r>
        <w:separator/>
      </w:r>
    </w:p>
  </w:endnote>
  <w:endnote w:type="continuationSeparator" w:id="0">
    <w:p w14:paraId="7CA0892F" w14:textId="77777777" w:rsidR="00EF4C10" w:rsidRDefault="00EF4C1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FE310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5B88BB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40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0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D56EF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0E87A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777CDE" w14:textId="77777777" w:rsidR="00F1715C" w:rsidRDefault="00F1715C" w:rsidP="00D831A3">
          <w:pPr>
            <w:pStyle w:val="Zpat"/>
          </w:pPr>
        </w:p>
      </w:tc>
    </w:tr>
  </w:tbl>
  <w:p w14:paraId="4AAAE3F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35695FB" wp14:editId="6BC4A1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E2D6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175FF6D" wp14:editId="56D4DFC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10E0B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037A3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97351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7F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7F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DB79B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ED8045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2C63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1E51401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C3D4AB8" w14:textId="77777777" w:rsidR="00F1715C" w:rsidRDefault="00F1715C" w:rsidP="00457741">
          <w:pPr>
            <w:pStyle w:val="Zpat"/>
          </w:pPr>
          <w:r>
            <w:t>www.s</w:t>
          </w:r>
          <w:r w:rsidR="00457741">
            <w:t>pravazeleznic</w:t>
          </w:r>
          <w:r>
            <w:t>.cz</w:t>
          </w:r>
        </w:p>
      </w:tc>
      <w:tc>
        <w:tcPr>
          <w:tcW w:w="2921" w:type="dxa"/>
        </w:tcPr>
        <w:p w14:paraId="36686550" w14:textId="77777777" w:rsidR="00F1715C" w:rsidRDefault="00F1715C" w:rsidP="00460660">
          <w:pPr>
            <w:pStyle w:val="Zpat"/>
          </w:pPr>
        </w:p>
      </w:tc>
    </w:tr>
  </w:tbl>
  <w:p w14:paraId="4673724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6305C6" wp14:editId="49E13C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99C33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0C86EDF" wp14:editId="04523F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2630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F31A4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373F0" w14:textId="77777777" w:rsidR="00EF4C10" w:rsidRDefault="00EF4C10" w:rsidP="00962258">
      <w:pPr>
        <w:spacing w:after="0" w:line="240" w:lineRule="auto"/>
      </w:pPr>
      <w:r>
        <w:separator/>
      </w:r>
    </w:p>
  </w:footnote>
  <w:footnote w:type="continuationSeparator" w:id="0">
    <w:p w14:paraId="4E90C23E" w14:textId="77777777" w:rsidR="00EF4C10" w:rsidRDefault="00EF4C1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E2732D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D8F274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E2EB1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61CDF6" w14:textId="77777777" w:rsidR="00F1715C" w:rsidRPr="00D6163D" w:rsidRDefault="00F1715C" w:rsidP="00D6163D">
          <w:pPr>
            <w:pStyle w:val="Druhdokumentu"/>
          </w:pPr>
        </w:p>
      </w:tc>
    </w:tr>
  </w:tbl>
  <w:p w14:paraId="10D5CE6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96691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0DBAD5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95852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121D287" w14:textId="77777777" w:rsidR="00F1715C" w:rsidRPr="00D6163D" w:rsidRDefault="00F1715C" w:rsidP="00FC6389">
          <w:pPr>
            <w:pStyle w:val="Druhdokumentu"/>
          </w:pPr>
        </w:p>
      </w:tc>
    </w:tr>
    <w:tr w:rsidR="009F392E" w14:paraId="06F71D6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A49C43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F8277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D0E4197" w14:textId="77777777" w:rsidR="009F392E" w:rsidRPr="00D6163D" w:rsidRDefault="009F392E" w:rsidP="00FC6389">
          <w:pPr>
            <w:pStyle w:val="Druhdokumentu"/>
          </w:pPr>
        </w:p>
      </w:tc>
    </w:tr>
  </w:tbl>
  <w:p w14:paraId="512F4F8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F998D6A" wp14:editId="00D2F73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0A01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22DEF"/>
    <w:rsid w:val="00023C2F"/>
    <w:rsid w:val="0006664B"/>
    <w:rsid w:val="00071ABC"/>
    <w:rsid w:val="00072C1E"/>
    <w:rsid w:val="000952A0"/>
    <w:rsid w:val="000E23A7"/>
    <w:rsid w:val="000F7E49"/>
    <w:rsid w:val="0010693F"/>
    <w:rsid w:val="00114472"/>
    <w:rsid w:val="001227A0"/>
    <w:rsid w:val="0012401B"/>
    <w:rsid w:val="001550BC"/>
    <w:rsid w:val="001605B9"/>
    <w:rsid w:val="00170EC5"/>
    <w:rsid w:val="001747C1"/>
    <w:rsid w:val="00184743"/>
    <w:rsid w:val="001C5F35"/>
    <w:rsid w:val="00207DF5"/>
    <w:rsid w:val="00217837"/>
    <w:rsid w:val="00280E07"/>
    <w:rsid w:val="002C31BF"/>
    <w:rsid w:val="002D02C2"/>
    <w:rsid w:val="002D08B1"/>
    <w:rsid w:val="002E0CD7"/>
    <w:rsid w:val="0031262C"/>
    <w:rsid w:val="00341DCF"/>
    <w:rsid w:val="00357BC6"/>
    <w:rsid w:val="00360532"/>
    <w:rsid w:val="00377F9E"/>
    <w:rsid w:val="003956C6"/>
    <w:rsid w:val="00441430"/>
    <w:rsid w:val="0044762B"/>
    <w:rsid w:val="00450F07"/>
    <w:rsid w:val="00451E3B"/>
    <w:rsid w:val="00453CD3"/>
    <w:rsid w:val="00457741"/>
    <w:rsid w:val="00460660"/>
    <w:rsid w:val="0047348A"/>
    <w:rsid w:val="00486107"/>
    <w:rsid w:val="00491827"/>
    <w:rsid w:val="004B2203"/>
    <w:rsid w:val="004B348C"/>
    <w:rsid w:val="004C4399"/>
    <w:rsid w:val="004C787C"/>
    <w:rsid w:val="004E143C"/>
    <w:rsid w:val="004E3A53"/>
    <w:rsid w:val="004E434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0077"/>
    <w:rsid w:val="005D1454"/>
    <w:rsid w:val="005E3946"/>
    <w:rsid w:val="005F1404"/>
    <w:rsid w:val="0061068E"/>
    <w:rsid w:val="006171EA"/>
    <w:rsid w:val="00620F0F"/>
    <w:rsid w:val="00635306"/>
    <w:rsid w:val="00651283"/>
    <w:rsid w:val="00660AD3"/>
    <w:rsid w:val="00677B7F"/>
    <w:rsid w:val="006A5570"/>
    <w:rsid w:val="006A689C"/>
    <w:rsid w:val="006B3695"/>
    <w:rsid w:val="006B3D79"/>
    <w:rsid w:val="006D7AFE"/>
    <w:rsid w:val="006E0578"/>
    <w:rsid w:val="006E314D"/>
    <w:rsid w:val="006E362D"/>
    <w:rsid w:val="006F0F52"/>
    <w:rsid w:val="00710723"/>
    <w:rsid w:val="007234C9"/>
    <w:rsid w:val="00723ED1"/>
    <w:rsid w:val="00733DCB"/>
    <w:rsid w:val="00743525"/>
    <w:rsid w:val="0076286B"/>
    <w:rsid w:val="00766846"/>
    <w:rsid w:val="007670B0"/>
    <w:rsid w:val="007714DA"/>
    <w:rsid w:val="0077673A"/>
    <w:rsid w:val="007846E1"/>
    <w:rsid w:val="007B570C"/>
    <w:rsid w:val="007C27C0"/>
    <w:rsid w:val="007C589B"/>
    <w:rsid w:val="007E4A6E"/>
    <w:rsid w:val="007F56A7"/>
    <w:rsid w:val="00800BFB"/>
    <w:rsid w:val="00807DD0"/>
    <w:rsid w:val="008145D7"/>
    <w:rsid w:val="00831DDD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667"/>
    <w:rsid w:val="00923DE9"/>
    <w:rsid w:val="00925FC3"/>
    <w:rsid w:val="00936091"/>
    <w:rsid w:val="00940D8A"/>
    <w:rsid w:val="00962258"/>
    <w:rsid w:val="009678B7"/>
    <w:rsid w:val="009833E1"/>
    <w:rsid w:val="00992D9C"/>
    <w:rsid w:val="00996CB8"/>
    <w:rsid w:val="009A1A51"/>
    <w:rsid w:val="009B14A9"/>
    <w:rsid w:val="009B2E97"/>
    <w:rsid w:val="009E07F4"/>
    <w:rsid w:val="009F392E"/>
    <w:rsid w:val="00A15DEC"/>
    <w:rsid w:val="00A16E32"/>
    <w:rsid w:val="00A32475"/>
    <w:rsid w:val="00A36344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5FBB"/>
    <w:rsid w:val="00C02421"/>
    <w:rsid w:val="00C02D0A"/>
    <w:rsid w:val="00C03A6E"/>
    <w:rsid w:val="00C17A08"/>
    <w:rsid w:val="00C44F6A"/>
    <w:rsid w:val="00C46F73"/>
    <w:rsid w:val="00C47AE3"/>
    <w:rsid w:val="00C547E6"/>
    <w:rsid w:val="00C64091"/>
    <w:rsid w:val="00C820A9"/>
    <w:rsid w:val="00C87722"/>
    <w:rsid w:val="00CC7417"/>
    <w:rsid w:val="00CD1FC4"/>
    <w:rsid w:val="00CF27D8"/>
    <w:rsid w:val="00CF5035"/>
    <w:rsid w:val="00D21061"/>
    <w:rsid w:val="00D222B4"/>
    <w:rsid w:val="00D2239F"/>
    <w:rsid w:val="00D4108E"/>
    <w:rsid w:val="00D454AC"/>
    <w:rsid w:val="00D6163D"/>
    <w:rsid w:val="00D73D46"/>
    <w:rsid w:val="00D77B56"/>
    <w:rsid w:val="00D831A3"/>
    <w:rsid w:val="00D976DA"/>
    <w:rsid w:val="00DC75F3"/>
    <w:rsid w:val="00DD46F3"/>
    <w:rsid w:val="00DD51AB"/>
    <w:rsid w:val="00DE3F24"/>
    <w:rsid w:val="00DE56F2"/>
    <w:rsid w:val="00DF116D"/>
    <w:rsid w:val="00E2174E"/>
    <w:rsid w:val="00E36C4A"/>
    <w:rsid w:val="00E615F3"/>
    <w:rsid w:val="00E65937"/>
    <w:rsid w:val="00EB104F"/>
    <w:rsid w:val="00EB359E"/>
    <w:rsid w:val="00EB4CD7"/>
    <w:rsid w:val="00EB6498"/>
    <w:rsid w:val="00EC0403"/>
    <w:rsid w:val="00ED14BD"/>
    <w:rsid w:val="00EF4C10"/>
    <w:rsid w:val="00EF5A2E"/>
    <w:rsid w:val="00F0533E"/>
    <w:rsid w:val="00F1048D"/>
    <w:rsid w:val="00F12DEC"/>
    <w:rsid w:val="00F1715C"/>
    <w:rsid w:val="00F310F8"/>
    <w:rsid w:val="00F35939"/>
    <w:rsid w:val="00F42270"/>
    <w:rsid w:val="00F45607"/>
    <w:rsid w:val="00F5558F"/>
    <w:rsid w:val="00F659EB"/>
    <w:rsid w:val="00F86BA6"/>
    <w:rsid w:val="00FC6389"/>
    <w:rsid w:val="00FD6D78"/>
    <w:rsid w:val="00FD76E1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A500D3"/>
  <w14:defaultImageDpi w14:val="32767"/>
  <w15:docId w15:val="{C0DCF7BA-9F6F-46B6-8F61-EBCB8874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7DACF5-73CD-43F7-BE94-4620A3A11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1</Pages>
  <Words>48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59</cp:revision>
  <cp:lastPrinted>2022-05-31T07:56:00Z</cp:lastPrinted>
  <dcterms:created xsi:type="dcterms:W3CDTF">2020-01-22T08:16:00Z</dcterms:created>
  <dcterms:modified xsi:type="dcterms:W3CDTF">2022-05-31T07:56:00Z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